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5C" w:rsidRDefault="0087265C" w:rsidP="00885674">
      <w:pPr>
        <w:jc w:val="center"/>
        <w:rPr>
          <w:rFonts w:ascii="Times New Roman" w:hAnsi="Times New Roman"/>
          <w:sz w:val="32"/>
          <w:szCs w:val="32"/>
          <w:u w:val="single"/>
        </w:rPr>
      </w:pPr>
      <w:bookmarkStart w:id="0" w:name="_GoBack"/>
      <w:bookmarkEnd w:id="0"/>
      <w:r w:rsidRPr="00885674">
        <w:rPr>
          <w:rFonts w:ascii="Times New Roman" w:hAnsi="Times New Roman"/>
          <w:sz w:val="32"/>
          <w:szCs w:val="32"/>
          <w:u w:val="single"/>
        </w:rPr>
        <w:t>Список кандидатур</w:t>
      </w:r>
    </w:p>
    <w:p w:rsidR="0087265C" w:rsidRDefault="0087265C" w:rsidP="00885674">
      <w:pPr>
        <w:ind w:right="39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Представление к ученому званию доцента на заседании ученого совета СГЭУ</w:t>
      </w:r>
    </w:p>
    <w:p w:rsidR="0087265C" w:rsidRDefault="0087265C" w:rsidP="00885674">
      <w:pPr>
        <w:ind w:right="536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Протокол № 8 от 06 марта 2018г.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7"/>
        <w:gridCol w:w="1276"/>
        <w:gridCol w:w="1417"/>
        <w:gridCol w:w="1418"/>
        <w:gridCol w:w="1559"/>
        <w:gridCol w:w="851"/>
        <w:gridCol w:w="992"/>
        <w:gridCol w:w="1134"/>
        <w:gridCol w:w="850"/>
        <w:gridCol w:w="993"/>
        <w:gridCol w:w="1417"/>
        <w:gridCol w:w="1920"/>
      </w:tblGrid>
      <w:tr w:rsidR="0087265C" w:rsidRPr="0054359E" w:rsidTr="00D943D9">
        <w:trPr>
          <w:trHeight w:val="465"/>
        </w:trPr>
        <w:tc>
          <w:tcPr>
            <w:tcW w:w="2127" w:type="dxa"/>
            <w:vMerge w:val="restart"/>
          </w:tcPr>
          <w:p w:rsidR="0087265C" w:rsidRPr="0054359E" w:rsidRDefault="0087265C" w:rsidP="0054359E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9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359E">
              <w:rPr>
                <w:rFonts w:ascii="Times New Roman" w:hAnsi="Times New Roman"/>
                <w:sz w:val="28"/>
                <w:szCs w:val="28"/>
              </w:rPr>
              <w:t>Стаж</w:t>
            </w:r>
          </w:p>
        </w:tc>
        <w:tc>
          <w:tcPr>
            <w:tcW w:w="1559" w:type="dxa"/>
            <w:vMerge w:val="restart"/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Ученая ст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е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пень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Опубликовано</w:t>
            </w:r>
          </w:p>
        </w:tc>
        <w:tc>
          <w:tcPr>
            <w:tcW w:w="1920" w:type="dxa"/>
            <w:vMerge w:val="restart"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Представлен  к ученому званию доцента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учной спец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альности</w:t>
            </w:r>
          </w:p>
        </w:tc>
      </w:tr>
      <w:tr w:rsidR="0087265C" w:rsidRPr="0054359E" w:rsidTr="00D943D9">
        <w:trPr>
          <w:trHeight w:val="322"/>
        </w:trPr>
        <w:tc>
          <w:tcPr>
            <w:tcW w:w="2127" w:type="dxa"/>
            <w:vMerge/>
          </w:tcPr>
          <w:p w:rsidR="0087265C" w:rsidRPr="0054359E" w:rsidRDefault="0087265C" w:rsidP="0054359E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научной и педагог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и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ческой де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я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тельности в вузе (в в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у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зах)</w:t>
            </w: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научной и педагог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и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ческой деятельн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учной специал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ности</w:t>
            </w: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непреры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в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ной работы в должн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сти доце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н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научных трудов</w:t>
            </w:r>
          </w:p>
        </w:tc>
        <w:tc>
          <w:tcPr>
            <w:tcW w:w="1920" w:type="dxa"/>
            <w:vMerge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87265C" w:rsidRPr="0054359E" w:rsidTr="00D943D9">
        <w:trPr>
          <w:trHeight w:val="600"/>
        </w:trPr>
        <w:tc>
          <w:tcPr>
            <w:tcW w:w="2127" w:type="dxa"/>
            <w:vMerge/>
          </w:tcPr>
          <w:p w:rsidR="0087265C" w:rsidRPr="0054359E" w:rsidRDefault="0087265C" w:rsidP="0054359E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 т.ч. учебников (учебных пос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бий)</w:t>
            </w: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87265C" w:rsidRPr="0054359E" w:rsidTr="00D943D9">
        <w:trPr>
          <w:cantSplit/>
          <w:trHeight w:val="3150"/>
        </w:trPr>
        <w:tc>
          <w:tcPr>
            <w:tcW w:w="2127" w:type="dxa"/>
            <w:vMerge/>
          </w:tcPr>
          <w:p w:rsidR="0087265C" w:rsidRPr="0054359E" w:rsidRDefault="0087265C" w:rsidP="0054359E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7265C" w:rsidRPr="0054359E" w:rsidRDefault="0087265C" w:rsidP="00543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87265C" w:rsidRPr="0054359E" w:rsidRDefault="0087265C" w:rsidP="005435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87265C" w:rsidRPr="0054359E" w:rsidRDefault="0087265C" w:rsidP="005435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за последние 3 года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87265C" w:rsidRPr="0054359E" w:rsidRDefault="0087265C" w:rsidP="005435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87265C" w:rsidRPr="0054359E" w:rsidRDefault="0087265C" w:rsidP="005435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extDirection w:val="btLr"/>
          </w:tcPr>
          <w:p w:rsidR="0087265C" w:rsidRPr="0054359E" w:rsidRDefault="0087265C" w:rsidP="005435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за последние 3 года в рецензируемых изданиях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1920" w:type="dxa"/>
            <w:vMerge/>
          </w:tcPr>
          <w:p w:rsidR="0087265C" w:rsidRPr="0054359E" w:rsidRDefault="0087265C" w:rsidP="0054359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87265C" w:rsidRPr="0054359E" w:rsidTr="00D943D9">
        <w:trPr>
          <w:trHeight w:val="395"/>
        </w:trPr>
        <w:tc>
          <w:tcPr>
            <w:tcW w:w="2127" w:type="dxa"/>
          </w:tcPr>
          <w:p w:rsidR="0087265C" w:rsidRPr="0054359E" w:rsidRDefault="0087265C" w:rsidP="0054359E">
            <w:pPr>
              <w:spacing w:after="0" w:line="240" w:lineRule="auto"/>
              <w:ind w:right="5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359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265C" w:rsidRPr="0054359E" w:rsidTr="00D943D9">
        <w:tc>
          <w:tcPr>
            <w:tcW w:w="2127" w:type="dxa"/>
          </w:tcPr>
          <w:p w:rsidR="0087265C" w:rsidRPr="0054359E" w:rsidRDefault="0087265C" w:rsidP="0054359E">
            <w:pPr>
              <w:spacing w:after="0" w:line="240" w:lineRule="auto"/>
              <w:ind w:right="53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Милютина</w:t>
            </w:r>
          </w:p>
          <w:p w:rsidR="0087265C" w:rsidRPr="0054359E" w:rsidRDefault="0087265C" w:rsidP="0054359E">
            <w:pPr>
              <w:spacing w:after="0" w:line="240" w:lineRule="auto"/>
              <w:ind w:right="53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Екатерина </w:t>
            </w:r>
          </w:p>
          <w:p w:rsidR="0087265C" w:rsidRPr="0054359E" w:rsidRDefault="0087265C" w:rsidP="00B23CBF">
            <w:pPr>
              <w:spacing w:after="0" w:line="240" w:lineRule="auto"/>
              <w:ind w:right="536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Алексан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/>
                <w:sz w:val="26"/>
                <w:szCs w:val="26"/>
              </w:rPr>
              <w:t>ро</w:t>
            </w:r>
            <w:r w:rsidRPr="0054359E">
              <w:rPr>
                <w:rFonts w:ascii="Times New Roman" w:hAnsi="Times New Roman"/>
                <w:sz w:val="26"/>
                <w:szCs w:val="26"/>
              </w:rPr>
              <w:t>вна</w:t>
            </w:r>
          </w:p>
        </w:tc>
        <w:tc>
          <w:tcPr>
            <w:tcW w:w="1276" w:type="dxa"/>
          </w:tcPr>
          <w:p w:rsidR="0087265C" w:rsidRPr="0054359E" w:rsidRDefault="0087265C" w:rsidP="00C62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7" w:type="dxa"/>
          </w:tcPr>
          <w:p w:rsidR="0087265C" w:rsidRPr="0054359E" w:rsidRDefault="0087265C" w:rsidP="00C62552">
            <w:pPr>
              <w:tabs>
                <w:tab w:val="left" w:pos="317"/>
                <w:tab w:val="left" w:pos="6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8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559" w:type="dxa"/>
          </w:tcPr>
          <w:p w:rsidR="0087265C" w:rsidRPr="0054359E" w:rsidRDefault="0087265C" w:rsidP="00D94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канд.филол.наук</w:t>
            </w:r>
          </w:p>
        </w:tc>
        <w:tc>
          <w:tcPr>
            <w:tcW w:w="851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7265C" w:rsidRPr="0054359E" w:rsidRDefault="0087265C" w:rsidP="00C62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87265C" w:rsidRPr="00B23CBF" w:rsidRDefault="0087265C" w:rsidP="00C62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87265C" w:rsidRPr="0054359E" w:rsidRDefault="0087265C" w:rsidP="00543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87265C" w:rsidRPr="0054359E" w:rsidRDefault="0087265C" w:rsidP="00E21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05E">
              <w:rPr>
                <w:rFonts w:ascii="Times New Roman" w:hAnsi="Times New Roman"/>
                <w:sz w:val="24"/>
                <w:szCs w:val="24"/>
              </w:rPr>
              <w:t>10.02.04 – Ге</w:t>
            </w:r>
            <w:r w:rsidRPr="00E2105E">
              <w:rPr>
                <w:rFonts w:ascii="Times New Roman" w:hAnsi="Times New Roman"/>
                <w:sz w:val="24"/>
                <w:szCs w:val="24"/>
              </w:rPr>
              <w:t>р</w:t>
            </w:r>
            <w:r w:rsidRPr="00E2105E">
              <w:rPr>
                <w:rFonts w:ascii="Times New Roman" w:hAnsi="Times New Roman"/>
                <w:sz w:val="24"/>
                <w:szCs w:val="24"/>
              </w:rPr>
              <w:t>манские языки</w:t>
            </w:r>
          </w:p>
        </w:tc>
      </w:tr>
    </w:tbl>
    <w:p w:rsidR="0087265C" w:rsidRPr="00B23CBF" w:rsidRDefault="0087265C" w:rsidP="00885674">
      <w:pPr>
        <w:ind w:right="53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87265C" w:rsidRPr="00B23CBF" w:rsidRDefault="0087265C" w:rsidP="00885674">
      <w:pPr>
        <w:ind w:right="536"/>
        <w:jc w:val="both"/>
        <w:rPr>
          <w:rFonts w:ascii="Times New Roman" w:hAnsi="Times New Roman"/>
          <w:sz w:val="32"/>
          <w:szCs w:val="32"/>
        </w:rPr>
      </w:pPr>
    </w:p>
    <w:p w:rsidR="0087265C" w:rsidRPr="00B23CBF" w:rsidRDefault="0087265C" w:rsidP="00885674">
      <w:pPr>
        <w:ind w:right="536"/>
        <w:jc w:val="both"/>
        <w:rPr>
          <w:rFonts w:ascii="Times New Roman" w:hAnsi="Times New Roman"/>
          <w:sz w:val="32"/>
          <w:szCs w:val="32"/>
        </w:rPr>
      </w:pPr>
    </w:p>
    <w:sectPr w:rsidR="0087265C" w:rsidRPr="00B23CBF" w:rsidSect="00885674">
      <w:pgSz w:w="16838" w:h="11906" w:orient="landscape"/>
      <w:pgMar w:top="1134" w:right="425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674"/>
    <w:rsid w:val="000A7D3D"/>
    <w:rsid w:val="000C59D5"/>
    <w:rsid w:val="00174AE0"/>
    <w:rsid w:val="00184731"/>
    <w:rsid w:val="001C389E"/>
    <w:rsid w:val="0023407D"/>
    <w:rsid w:val="002779E9"/>
    <w:rsid w:val="002B34D1"/>
    <w:rsid w:val="00311B9A"/>
    <w:rsid w:val="0035025D"/>
    <w:rsid w:val="0035212E"/>
    <w:rsid w:val="003D44C9"/>
    <w:rsid w:val="00405283"/>
    <w:rsid w:val="004646B4"/>
    <w:rsid w:val="004D0F93"/>
    <w:rsid w:val="00505A7B"/>
    <w:rsid w:val="00515356"/>
    <w:rsid w:val="0054128E"/>
    <w:rsid w:val="0054359E"/>
    <w:rsid w:val="005F1F46"/>
    <w:rsid w:val="007115D5"/>
    <w:rsid w:val="007B48D4"/>
    <w:rsid w:val="0087265C"/>
    <w:rsid w:val="00885674"/>
    <w:rsid w:val="00951F3D"/>
    <w:rsid w:val="00A95D69"/>
    <w:rsid w:val="00AD5516"/>
    <w:rsid w:val="00B23CBF"/>
    <w:rsid w:val="00B266A1"/>
    <w:rsid w:val="00B372B8"/>
    <w:rsid w:val="00B73977"/>
    <w:rsid w:val="00B83E67"/>
    <w:rsid w:val="00B913FC"/>
    <w:rsid w:val="00B92AAE"/>
    <w:rsid w:val="00BC1B6B"/>
    <w:rsid w:val="00C62552"/>
    <w:rsid w:val="00C65ACE"/>
    <w:rsid w:val="00C7720F"/>
    <w:rsid w:val="00D436DC"/>
    <w:rsid w:val="00D53A5E"/>
    <w:rsid w:val="00D542C5"/>
    <w:rsid w:val="00D943D9"/>
    <w:rsid w:val="00E00C3C"/>
    <w:rsid w:val="00E2105E"/>
    <w:rsid w:val="00E36076"/>
    <w:rsid w:val="00ED1B7F"/>
    <w:rsid w:val="00EE0A59"/>
    <w:rsid w:val="00EF73CF"/>
    <w:rsid w:val="00FC6124"/>
    <w:rsid w:val="00FD3105"/>
    <w:rsid w:val="00FD3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A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567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85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118</Words>
  <Characters>678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ValiulinaA.V</cp:lastModifiedBy>
  <cp:revision>5</cp:revision>
  <cp:lastPrinted>2017-01-13T11:31:00Z</cp:lastPrinted>
  <dcterms:created xsi:type="dcterms:W3CDTF">2018-02-14T08:02:00Z</dcterms:created>
  <dcterms:modified xsi:type="dcterms:W3CDTF">2018-03-06T06:13:00Z</dcterms:modified>
</cp:coreProperties>
</file>