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B6" w:rsidRDefault="005F77B6" w:rsidP="00413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КАНДИДАТУР</w:t>
      </w:r>
    </w:p>
    <w:p w:rsidR="005F77B6" w:rsidRDefault="005F77B6" w:rsidP="00413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к ученому званию доцента на заседании ученого совета ФГБОУ ВО «СГЭУ»</w:t>
      </w:r>
    </w:p>
    <w:p w:rsidR="005F77B6" w:rsidRDefault="005F77B6" w:rsidP="00413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«30» ноября 2018г., протокол № 4.</w:t>
      </w:r>
    </w:p>
    <w:p w:rsidR="005F77B6" w:rsidRDefault="005F77B6" w:rsidP="00413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1"/>
        <w:gridCol w:w="1824"/>
        <w:gridCol w:w="1824"/>
        <w:gridCol w:w="1578"/>
        <w:gridCol w:w="1179"/>
        <w:gridCol w:w="1074"/>
        <w:gridCol w:w="1037"/>
        <w:gridCol w:w="1015"/>
        <w:gridCol w:w="965"/>
        <w:gridCol w:w="965"/>
        <w:gridCol w:w="965"/>
        <w:gridCol w:w="1973"/>
      </w:tblGrid>
      <w:tr w:rsidR="005F77B6" w:rsidRPr="000C5DA7" w:rsidTr="000C5DA7">
        <w:tc>
          <w:tcPr>
            <w:tcW w:w="1158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5226" w:type="dxa"/>
            <w:gridSpan w:val="3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  <w:tc>
          <w:tcPr>
            <w:tcW w:w="1204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6367" w:type="dxa"/>
            <w:gridSpan w:val="6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Опубликовано</w:t>
            </w:r>
          </w:p>
        </w:tc>
        <w:tc>
          <w:tcPr>
            <w:tcW w:w="1739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Представлен к ученому званию доцента по научной специальности</w:t>
            </w:r>
          </w:p>
        </w:tc>
      </w:tr>
      <w:tr w:rsidR="005F77B6" w:rsidRPr="000C5DA7" w:rsidTr="000C5DA7">
        <w:tc>
          <w:tcPr>
            <w:tcW w:w="1158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в вузе (в вузах)</w:t>
            </w:r>
          </w:p>
        </w:tc>
        <w:tc>
          <w:tcPr>
            <w:tcW w:w="1824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20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0" w:type="dxa"/>
            <w:gridSpan w:val="3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087" w:type="dxa"/>
            <w:gridSpan w:val="3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739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7B6" w:rsidRPr="000C5DA7" w:rsidTr="000C5DA7">
        <w:tc>
          <w:tcPr>
            <w:tcW w:w="1158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" w:type="dxa"/>
            <w:vMerge w:val="restart"/>
            <w:vAlign w:val="center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61" w:type="dxa"/>
            <w:gridSpan w:val="2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 xml:space="preserve"> учебников</w:t>
            </w:r>
          </w:p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 xml:space="preserve"> (учебных</w:t>
            </w:r>
          </w:p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 xml:space="preserve"> пособий)</w:t>
            </w:r>
          </w:p>
        </w:tc>
        <w:tc>
          <w:tcPr>
            <w:tcW w:w="3087" w:type="dxa"/>
            <w:gridSpan w:val="3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9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7B6" w:rsidRPr="000C5DA7" w:rsidTr="000C5DA7">
        <w:trPr>
          <w:cantSplit/>
          <w:trHeight w:val="3023"/>
        </w:trPr>
        <w:tc>
          <w:tcPr>
            <w:tcW w:w="1158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8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4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9" w:type="dxa"/>
            <w:vMerge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3" w:type="dxa"/>
            <w:textDirection w:val="btLr"/>
            <w:vAlign w:val="center"/>
          </w:tcPr>
          <w:p w:rsidR="005F77B6" w:rsidRPr="000C5DA7" w:rsidRDefault="005F77B6" w:rsidP="000C5D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8" w:type="dxa"/>
            <w:textDirection w:val="btLr"/>
            <w:vAlign w:val="center"/>
          </w:tcPr>
          <w:p w:rsidR="005F77B6" w:rsidRPr="000C5DA7" w:rsidRDefault="005F77B6" w:rsidP="000C5D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за последние три года по научной специальности</w:t>
            </w:r>
          </w:p>
        </w:tc>
        <w:tc>
          <w:tcPr>
            <w:tcW w:w="1029" w:type="dxa"/>
            <w:textDirection w:val="btLr"/>
            <w:vAlign w:val="center"/>
          </w:tcPr>
          <w:p w:rsidR="005F77B6" w:rsidRPr="000C5DA7" w:rsidRDefault="005F77B6" w:rsidP="000C5D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9" w:type="dxa"/>
            <w:textDirection w:val="btLr"/>
            <w:vAlign w:val="center"/>
          </w:tcPr>
          <w:p w:rsidR="005F77B6" w:rsidRPr="000C5DA7" w:rsidRDefault="005F77B6" w:rsidP="000C5D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029" w:type="dxa"/>
            <w:textDirection w:val="btLr"/>
            <w:vAlign w:val="center"/>
          </w:tcPr>
          <w:p w:rsidR="005F77B6" w:rsidRPr="000C5DA7" w:rsidRDefault="005F77B6" w:rsidP="000C5DA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за последние три года в рецензируемых изданиях по научной специальности</w:t>
            </w:r>
          </w:p>
        </w:tc>
        <w:tc>
          <w:tcPr>
            <w:tcW w:w="1739" w:type="dxa"/>
          </w:tcPr>
          <w:p w:rsidR="005F77B6" w:rsidRPr="000C5DA7" w:rsidRDefault="005F77B6" w:rsidP="000C5D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77B6" w:rsidRPr="000C5DA7" w:rsidTr="000C5DA7">
        <w:tc>
          <w:tcPr>
            <w:tcW w:w="115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3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F77B6" w:rsidRPr="000C5DA7" w:rsidTr="000C5DA7">
        <w:tc>
          <w:tcPr>
            <w:tcW w:w="115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Савченко Олег Григорьевич</w:t>
            </w:r>
          </w:p>
        </w:tc>
        <w:tc>
          <w:tcPr>
            <w:tcW w:w="182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19 лет</w:t>
            </w:r>
          </w:p>
        </w:tc>
        <w:tc>
          <w:tcPr>
            <w:tcW w:w="182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19 лет</w:t>
            </w:r>
          </w:p>
        </w:tc>
        <w:tc>
          <w:tcPr>
            <w:tcW w:w="157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7 лет</w:t>
            </w:r>
            <w:bookmarkStart w:id="0" w:name="_GoBack"/>
            <w:bookmarkEnd w:id="0"/>
          </w:p>
        </w:tc>
        <w:tc>
          <w:tcPr>
            <w:tcW w:w="1204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канд.</w:t>
            </w:r>
          </w:p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пед.</w:t>
            </w:r>
          </w:p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наук</w:t>
            </w:r>
          </w:p>
        </w:tc>
        <w:tc>
          <w:tcPr>
            <w:tcW w:w="111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2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9" w:type="dxa"/>
          </w:tcPr>
          <w:p w:rsidR="005F77B6" w:rsidRPr="000C5DA7" w:rsidRDefault="005F77B6" w:rsidP="000C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A7">
              <w:rPr>
                <w:rFonts w:ascii="Times New Roman" w:hAnsi="Times New Roman"/>
                <w:sz w:val="24"/>
                <w:szCs w:val="24"/>
              </w:rPr>
              <w:t>13.00.04 – Теория и методика физического воспитания, спортивной тренировки, оздоровительной и адаптивной физической культуры</w:t>
            </w:r>
          </w:p>
        </w:tc>
      </w:tr>
    </w:tbl>
    <w:p w:rsidR="005F77B6" w:rsidRPr="00413C50" w:rsidRDefault="005F77B6" w:rsidP="002E3D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F77B6" w:rsidRPr="00413C50" w:rsidSect="00671A0B">
      <w:pgSz w:w="16838" w:h="11906" w:orient="landscape"/>
      <w:pgMar w:top="899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4DA"/>
    <w:rsid w:val="00036365"/>
    <w:rsid w:val="000C5DA7"/>
    <w:rsid w:val="00252390"/>
    <w:rsid w:val="002E3DE2"/>
    <w:rsid w:val="00413C50"/>
    <w:rsid w:val="005F77B6"/>
    <w:rsid w:val="00671A0B"/>
    <w:rsid w:val="007836B8"/>
    <w:rsid w:val="007A2CA0"/>
    <w:rsid w:val="00996340"/>
    <w:rsid w:val="00B26236"/>
    <w:rsid w:val="00D014DA"/>
    <w:rsid w:val="00D77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9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13C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132</Words>
  <Characters>753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Савченко</dc:creator>
  <cp:keywords/>
  <dc:description/>
  <cp:lastModifiedBy>ValiulinaA.V</cp:lastModifiedBy>
  <cp:revision>4</cp:revision>
  <dcterms:created xsi:type="dcterms:W3CDTF">2018-11-27T16:36:00Z</dcterms:created>
  <dcterms:modified xsi:type="dcterms:W3CDTF">2018-11-30T06:08:00Z</dcterms:modified>
</cp:coreProperties>
</file>