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367" w:rsidRPr="007A3137" w:rsidRDefault="00EE6367" w:rsidP="007A3137">
      <w:pPr>
        <w:jc w:val="center"/>
        <w:rPr>
          <w:rFonts w:ascii="Times New Roman" w:hAnsi="Times New Roman"/>
          <w:sz w:val="28"/>
          <w:szCs w:val="28"/>
        </w:rPr>
      </w:pPr>
      <w:r w:rsidRPr="007A3137">
        <w:rPr>
          <w:rFonts w:ascii="Times New Roman" w:hAnsi="Times New Roman"/>
          <w:sz w:val="28"/>
          <w:szCs w:val="28"/>
        </w:rPr>
        <w:t>СПИСОК КАНДИДАТУР</w:t>
      </w:r>
    </w:p>
    <w:p w:rsidR="00EE6367" w:rsidRDefault="00EE6367" w:rsidP="007A3137">
      <w:pPr>
        <w:jc w:val="center"/>
        <w:rPr>
          <w:rFonts w:ascii="Times New Roman" w:hAnsi="Times New Roman"/>
          <w:sz w:val="28"/>
          <w:szCs w:val="28"/>
        </w:rPr>
      </w:pPr>
      <w:r w:rsidRPr="007A3137">
        <w:rPr>
          <w:rFonts w:ascii="Times New Roman" w:hAnsi="Times New Roman"/>
          <w:sz w:val="28"/>
          <w:szCs w:val="28"/>
        </w:rPr>
        <w:t>ПРЕДСТАВЛЕНИЕ К УЧЕНОМУ ЗВАНИЮ ДОЦЕНТА НА ЗАСЕДАНИИ УЧЕНОГО СОВЕТА СГЭУ</w:t>
      </w:r>
    </w:p>
    <w:p w:rsidR="00EE6367" w:rsidRPr="00405F9F" w:rsidRDefault="00EE6367" w:rsidP="007A3137">
      <w:pPr>
        <w:jc w:val="right"/>
        <w:rPr>
          <w:rFonts w:ascii="Times New Roman" w:hAnsi="Times New Roman"/>
          <w:sz w:val="28"/>
          <w:szCs w:val="28"/>
        </w:rPr>
      </w:pPr>
      <w:r w:rsidRPr="003F046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4</w:t>
      </w:r>
      <w:r>
        <w:rPr>
          <w:rFonts w:ascii="Times New Roman" w:hAnsi="Times New Roman"/>
          <w:sz w:val="28"/>
          <w:szCs w:val="28"/>
        </w:rPr>
        <w:t>.01.201</w:t>
      </w:r>
      <w:r w:rsidRPr="00405F9F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г., протокол № 7</w:t>
      </w:r>
    </w:p>
    <w:tbl>
      <w:tblPr>
        <w:tblW w:w="14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53"/>
        <w:gridCol w:w="1556"/>
        <w:gridCol w:w="1622"/>
        <w:gridCol w:w="1412"/>
        <w:gridCol w:w="1192"/>
        <w:gridCol w:w="814"/>
        <w:gridCol w:w="669"/>
        <w:gridCol w:w="1023"/>
        <w:gridCol w:w="552"/>
        <w:gridCol w:w="1002"/>
        <w:gridCol w:w="1493"/>
        <w:gridCol w:w="1880"/>
      </w:tblGrid>
      <w:tr w:rsidR="00EE6367" w:rsidRPr="00C15E31" w:rsidTr="000F2AFC">
        <w:tc>
          <w:tcPr>
            <w:tcW w:w="1753" w:type="dxa"/>
            <w:vMerge w:val="restart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E31"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4590" w:type="dxa"/>
            <w:gridSpan w:val="3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E31">
              <w:rPr>
                <w:rFonts w:ascii="Times New Roman" w:hAnsi="Times New Roman"/>
                <w:sz w:val="20"/>
                <w:szCs w:val="20"/>
              </w:rPr>
              <w:t>Стаж</w:t>
            </w:r>
          </w:p>
        </w:tc>
        <w:tc>
          <w:tcPr>
            <w:tcW w:w="1192" w:type="dxa"/>
            <w:vMerge w:val="restart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E31">
              <w:rPr>
                <w:rFonts w:ascii="Times New Roman" w:hAnsi="Times New Roman"/>
                <w:sz w:val="20"/>
                <w:szCs w:val="20"/>
              </w:rPr>
              <w:t>Ученая степень</w:t>
            </w:r>
          </w:p>
        </w:tc>
        <w:tc>
          <w:tcPr>
            <w:tcW w:w="5553" w:type="dxa"/>
            <w:gridSpan w:val="6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E31">
              <w:rPr>
                <w:rFonts w:ascii="Times New Roman" w:hAnsi="Times New Roman"/>
                <w:sz w:val="20"/>
                <w:szCs w:val="20"/>
              </w:rPr>
              <w:t>Опубликовано</w:t>
            </w:r>
          </w:p>
        </w:tc>
        <w:tc>
          <w:tcPr>
            <w:tcW w:w="1880" w:type="dxa"/>
            <w:vMerge w:val="restart"/>
          </w:tcPr>
          <w:p w:rsidR="00EE6367" w:rsidRPr="00C15E31" w:rsidRDefault="00EE6367" w:rsidP="001E0E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5E31">
              <w:rPr>
                <w:rFonts w:ascii="Times New Roman" w:hAnsi="Times New Roman"/>
                <w:sz w:val="20"/>
                <w:szCs w:val="20"/>
              </w:rPr>
              <w:t>Представлен к ученому званию доцента по научной специальности</w:t>
            </w:r>
          </w:p>
        </w:tc>
      </w:tr>
      <w:tr w:rsidR="00EE6367" w:rsidRPr="00C15E31" w:rsidTr="000F2AFC">
        <w:tc>
          <w:tcPr>
            <w:tcW w:w="1753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</w:tcPr>
          <w:p w:rsidR="00EE6367" w:rsidRPr="00C15E31" w:rsidRDefault="00EE6367" w:rsidP="001E0E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15E31">
              <w:rPr>
                <w:rFonts w:ascii="Times New Roman" w:hAnsi="Times New Roman"/>
                <w:sz w:val="20"/>
                <w:szCs w:val="20"/>
              </w:rPr>
              <w:t>аучной и педагогической деятельности в вузе (вузах)</w:t>
            </w:r>
          </w:p>
        </w:tc>
        <w:tc>
          <w:tcPr>
            <w:tcW w:w="1622" w:type="dxa"/>
            <w:vMerge w:val="restart"/>
          </w:tcPr>
          <w:p w:rsidR="00EE6367" w:rsidRPr="00C15E31" w:rsidRDefault="00EE6367" w:rsidP="001E0E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15E31">
              <w:rPr>
                <w:rFonts w:ascii="Times New Roman" w:hAnsi="Times New Roman"/>
                <w:sz w:val="20"/>
                <w:szCs w:val="20"/>
              </w:rPr>
              <w:t>аучной и педагогической деятельности по научной специальности</w:t>
            </w:r>
          </w:p>
        </w:tc>
        <w:tc>
          <w:tcPr>
            <w:tcW w:w="1412" w:type="dxa"/>
            <w:vMerge w:val="restart"/>
          </w:tcPr>
          <w:p w:rsidR="00EE6367" w:rsidRPr="00C15E31" w:rsidRDefault="00EE6367" w:rsidP="001E0E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15E31">
              <w:rPr>
                <w:rFonts w:ascii="Times New Roman" w:hAnsi="Times New Roman"/>
                <w:sz w:val="20"/>
                <w:szCs w:val="20"/>
              </w:rPr>
              <w:t>епрерывной работы в должности доцента</w:t>
            </w:r>
          </w:p>
        </w:tc>
        <w:tc>
          <w:tcPr>
            <w:tcW w:w="1192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6" w:type="dxa"/>
            <w:gridSpan w:val="3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E31">
              <w:rPr>
                <w:rFonts w:ascii="Times New Roman" w:hAnsi="Times New Roman"/>
                <w:sz w:val="20"/>
                <w:szCs w:val="20"/>
              </w:rPr>
              <w:t>учебных изданий</w:t>
            </w:r>
          </w:p>
        </w:tc>
        <w:tc>
          <w:tcPr>
            <w:tcW w:w="3047" w:type="dxa"/>
            <w:gridSpan w:val="3"/>
            <w:vMerge w:val="restart"/>
          </w:tcPr>
          <w:p w:rsidR="00EE6367" w:rsidRPr="00C15E31" w:rsidRDefault="00EE6367" w:rsidP="001E0E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E31">
              <w:rPr>
                <w:rFonts w:ascii="Times New Roman" w:hAnsi="Times New Roman"/>
                <w:sz w:val="20"/>
                <w:szCs w:val="20"/>
              </w:rPr>
              <w:t>научных трудов</w:t>
            </w:r>
          </w:p>
        </w:tc>
        <w:tc>
          <w:tcPr>
            <w:tcW w:w="1880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6367" w:rsidRPr="00C15E31" w:rsidTr="000F2AFC">
        <w:trPr>
          <w:trHeight w:val="470"/>
        </w:trPr>
        <w:tc>
          <w:tcPr>
            <w:tcW w:w="1753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dxa"/>
            <w:vMerge w:val="restart"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15E3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92" w:type="dxa"/>
            <w:gridSpan w:val="2"/>
          </w:tcPr>
          <w:p w:rsidR="00EE6367" w:rsidRPr="00C15E31" w:rsidRDefault="00EE6367" w:rsidP="001E0E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C15E31">
              <w:rPr>
                <w:rFonts w:ascii="Times New Roman" w:hAnsi="Times New Roman"/>
                <w:sz w:val="20"/>
                <w:szCs w:val="20"/>
              </w:rPr>
              <w:t xml:space="preserve"> т.ч. учебников (учебных пособий)</w:t>
            </w:r>
          </w:p>
        </w:tc>
        <w:tc>
          <w:tcPr>
            <w:tcW w:w="3047" w:type="dxa"/>
            <w:gridSpan w:val="3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6367" w:rsidRPr="00C15E31" w:rsidTr="000F2AFC">
        <w:trPr>
          <w:trHeight w:val="1620"/>
        </w:trPr>
        <w:tc>
          <w:tcPr>
            <w:tcW w:w="1753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9" w:type="dxa"/>
            <w:textDirection w:val="btLr"/>
          </w:tcPr>
          <w:p w:rsidR="00EE6367" w:rsidRPr="00C15E31" w:rsidRDefault="00EE6367" w:rsidP="00C15E31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15E3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023" w:type="dxa"/>
            <w:textDirection w:val="btLr"/>
          </w:tcPr>
          <w:p w:rsidR="00EE6367" w:rsidRPr="00C15E31" w:rsidRDefault="00EE6367" w:rsidP="00C15E31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15E31">
              <w:rPr>
                <w:rFonts w:ascii="Times New Roman" w:hAnsi="Times New Roman"/>
                <w:sz w:val="20"/>
                <w:szCs w:val="20"/>
              </w:rPr>
              <w:t>За последние 3 года по научной специальности</w:t>
            </w:r>
          </w:p>
        </w:tc>
        <w:tc>
          <w:tcPr>
            <w:tcW w:w="552" w:type="dxa"/>
            <w:textDirection w:val="btLr"/>
          </w:tcPr>
          <w:p w:rsidR="00EE6367" w:rsidRPr="00C15E31" w:rsidRDefault="00EE6367" w:rsidP="00C15E31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15E3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002" w:type="dxa"/>
            <w:textDirection w:val="btLr"/>
          </w:tcPr>
          <w:p w:rsidR="00EE6367" w:rsidRPr="00C15E31" w:rsidRDefault="00EE6367" w:rsidP="00C15E31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C15E31">
              <w:rPr>
                <w:rFonts w:ascii="Times New Roman" w:hAnsi="Times New Roman"/>
                <w:sz w:val="20"/>
                <w:szCs w:val="20"/>
              </w:rPr>
              <w:t xml:space="preserve"> т.ч. по научной  специальности</w:t>
            </w:r>
          </w:p>
        </w:tc>
        <w:tc>
          <w:tcPr>
            <w:tcW w:w="1493" w:type="dxa"/>
            <w:textDirection w:val="btLr"/>
          </w:tcPr>
          <w:p w:rsidR="00EE6367" w:rsidRPr="00C15E31" w:rsidRDefault="00EE6367" w:rsidP="00C15E31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15E31">
              <w:rPr>
                <w:rFonts w:ascii="Times New Roman" w:hAnsi="Times New Roman"/>
                <w:sz w:val="20"/>
                <w:szCs w:val="20"/>
              </w:rPr>
              <w:t>За последние 3 года в рецензируемых изданиях по научной специальности</w:t>
            </w:r>
          </w:p>
        </w:tc>
        <w:tc>
          <w:tcPr>
            <w:tcW w:w="1880" w:type="dxa"/>
            <w:vMerge/>
          </w:tcPr>
          <w:p w:rsidR="00EE6367" w:rsidRPr="00C15E31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6367" w:rsidRPr="00C15E31" w:rsidTr="000F2AFC">
        <w:tc>
          <w:tcPr>
            <w:tcW w:w="1753" w:type="dxa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E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2" w:type="dxa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E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E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2" w:type="dxa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E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E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9" w:type="dxa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E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3" w:type="dxa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E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" w:type="dxa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E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2" w:type="dxa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E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3" w:type="dxa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E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80" w:type="dxa"/>
          </w:tcPr>
          <w:p w:rsidR="00EE6367" w:rsidRPr="00C15E31" w:rsidRDefault="00EE6367" w:rsidP="00C15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E6367" w:rsidRPr="00262014" w:rsidTr="000F2AFC">
        <w:tc>
          <w:tcPr>
            <w:tcW w:w="1753" w:type="dxa"/>
          </w:tcPr>
          <w:p w:rsidR="00EE6367" w:rsidRPr="00262014" w:rsidRDefault="00EE6367" w:rsidP="000F2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14">
              <w:rPr>
                <w:rFonts w:ascii="Times New Roman" w:hAnsi="Times New Roman"/>
                <w:sz w:val="24"/>
                <w:szCs w:val="24"/>
              </w:rPr>
              <w:t>Акопян</w:t>
            </w:r>
          </w:p>
          <w:p w:rsidR="00EE6367" w:rsidRPr="00262014" w:rsidRDefault="00EE6367" w:rsidP="000F2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14">
              <w:rPr>
                <w:rFonts w:ascii="Times New Roman" w:hAnsi="Times New Roman"/>
                <w:sz w:val="24"/>
                <w:szCs w:val="24"/>
              </w:rPr>
              <w:t>Диана</w:t>
            </w:r>
          </w:p>
          <w:p w:rsidR="00EE6367" w:rsidRPr="00262014" w:rsidRDefault="00EE6367" w:rsidP="00C15E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2014">
              <w:rPr>
                <w:rFonts w:ascii="Times New Roman" w:hAnsi="Times New Roman"/>
                <w:sz w:val="24"/>
                <w:szCs w:val="24"/>
              </w:rPr>
              <w:t>Анатольевна</w:t>
            </w:r>
          </w:p>
        </w:tc>
        <w:tc>
          <w:tcPr>
            <w:tcW w:w="1556" w:type="dxa"/>
          </w:tcPr>
          <w:p w:rsidR="00EE6367" w:rsidRPr="00262014" w:rsidRDefault="00EE6367" w:rsidP="000F2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14">
              <w:rPr>
                <w:rFonts w:ascii="Times New Roman" w:hAnsi="Times New Roman"/>
                <w:sz w:val="24"/>
                <w:szCs w:val="24"/>
              </w:rPr>
              <w:t>27 лет</w:t>
            </w:r>
          </w:p>
        </w:tc>
        <w:tc>
          <w:tcPr>
            <w:tcW w:w="1622" w:type="dxa"/>
          </w:tcPr>
          <w:p w:rsidR="00EE6367" w:rsidRPr="00262014" w:rsidRDefault="00EE6367" w:rsidP="000F2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2620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412" w:type="dxa"/>
          </w:tcPr>
          <w:p w:rsidR="00EE6367" w:rsidRPr="00262014" w:rsidRDefault="00EE6367" w:rsidP="000F2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14">
              <w:rPr>
                <w:rFonts w:ascii="Times New Roman" w:hAnsi="Times New Roman"/>
                <w:sz w:val="24"/>
                <w:szCs w:val="24"/>
              </w:rPr>
              <w:t>10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9 мес.</w:t>
            </w:r>
          </w:p>
        </w:tc>
        <w:tc>
          <w:tcPr>
            <w:tcW w:w="1192" w:type="dxa"/>
          </w:tcPr>
          <w:p w:rsidR="00EE6367" w:rsidRPr="00262014" w:rsidRDefault="00EE6367" w:rsidP="000F2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14">
              <w:rPr>
                <w:rFonts w:ascii="Times New Roman" w:hAnsi="Times New Roman"/>
                <w:sz w:val="24"/>
                <w:szCs w:val="24"/>
              </w:rPr>
              <w:t>к.э.н.</w:t>
            </w:r>
          </w:p>
        </w:tc>
        <w:tc>
          <w:tcPr>
            <w:tcW w:w="814" w:type="dxa"/>
          </w:tcPr>
          <w:p w:rsidR="00EE6367" w:rsidRPr="00262014" w:rsidRDefault="00EE6367" w:rsidP="000F2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</w:tcPr>
          <w:p w:rsidR="00EE6367" w:rsidRPr="00262014" w:rsidRDefault="00EE6367" w:rsidP="000F2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3" w:type="dxa"/>
          </w:tcPr>
          <w:p w:rsidR="00EE6367" w:rsidRPr="00262014" w:rsidRDefault="00EE6367" w:rsidP="000F2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" w:type="dxa"/>
          </w:tcPr>
          <w:p w:rsidR="00EE6367" w:rsidRPr="00262014" w:rsidRDefault="00EE6367" w:rsidP="000F2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1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02" w:type="dxa"/>
          </w:tcPr>
          <w:p w:rsidR="00EE6367" w:rsidRPr="00262014" w:rsidRDefault="00EE6367" w:rsidP="000F2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1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93" w:type="dxa"/>
          </w:tcPr>
          <w:p w:rsidR="00EE6367" w:rsidRPr="00262014" w:rsidRDefault="00EE6367" w:rsidP="000F2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80" w:type="dxa"/>
          </w:tcPr>
          <w:p w:rsidR="00EE6367" w:rsidRPr="00262014" w:rsidRDefault="00EE6367" w:rsidP="000F2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14">
              <w:rPr>
                <w:rFonts w:ascii="Times New Roman" w:hAnsi="Times New Roman"/>
                <w:sz w:val="24"/>
                <w:szCs w:val="24"/>
              </w:rPr>
              <w:t>08.00.05 –</w:t>
            </w:r>
          </w:p>
          <w:p w:rsidR="00EE6367" w:rsidRPr="00262014" w:rsidRDefault="00EE6367" w:rsidP="001E0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014">
              <w:rPr>
                <w:rFonts w:ascii="Times New Roman" w:hAnsi="Times New Roman"/>
                <w:sz w:val="24"/>
                <w:szCs w:val="24"/>
              </w:rPr>
              <w:t>Экономика и управление народным хозяйством</w:t>
            </w:r>
          </w:p>
        </w:tc>
      </w:tr>
    </w:tbl>
    <w:p w:rsidR="00EE6367" w:rsidRPr="007A3137" w:rsidRDefault="00EE6367" w:rsidP="007A3137">
      <w:pPr>
        <w:jc w:val="right"/>
        <w:rPr>
          <w:rFonts w:ascii="Times New Roman" w:hAnsi="Times New Roman"/>
          <w:sz w:val="28"/>
          <w:szCs w:val="28"/>
        </w:rPr>
      </w:pPr>
    </w:p>
    <w:sectPr w:rsidR="00EE6367" w:rsidRPr="007A3137" w:rsidSect="007A313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137"/>
    <w:rsid w:val="00002948"/>
    <w:rsid w:val="000A1F98"/>
    <w:rsid w:val="000F2AFC"/>
    <w:rsid w:val="001E0E5B"/>
    <w:rsid w:val="00262014"/>
    <w:rsid w:val="00272A93"/>
    <w:rsid w:val="00281827"/>
    <w:rsid w:val="003707C9"/>
    <w:rsid w:val="00371B7E"/>
    <w:rsid w:val="00391A96"/>
    <w:rsid w:val="003F0467"/>
    <w:rsid w:val="00405F9F"/>
    <w:rsid w:val="00421C81"/>
    <w:rsid w:val="00431796"/>
    <w:rsid w:val="004B7459"/>
    <w:rsid w:val="006C7C9D"/>
    <w:rsid w:val="007A3137"/>
    <w:rsid w:val="007F4ECF"/>
    <w:rsid w:val="0087340B"/>
    <w:rsid w:val="009C26FC"/>
    <w:rsid w:val="00B42450"/>
    <w:rsid w:val="00C15E31"/>
    <w:rsid w:val="00C21126"/>
    <w:rsid w:val="00D26E78"/>
    <w:rsid w:val="00EE6367"/>
    <w:rsid w:val="00F6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E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A31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</Pages>
  <Words>117</Words>
  <Characters>673</Characters>
  <Application>Microsoft Office Outlook</Application>
  <DocSecurity>0</DocSecurity>
  <Lines>0</Lines>
  <Paragraphs>0</Paragraphs>
  <ScaleCrop>false</ScaleCrop>
  <Company>sseu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YaickayaN.A</dc:creator>
  <cp:keywords/>
  <dc:description/>
  <cp:lastModifiedBy>ValiulinaA.V</cp:lastModifiedBy>
  <cp:revision>6</cp:revision>
  <cp:lastPrinted>2019-01-24T05:38:00Z</cp:lastPrinted>
  <dcterms:created xsi:type="dcterms:W3CDTF">2019-01-15T10:24:00Z</dcterms:created>
  <dcterms:modified xsi:type="dcterms:W3CDTF">2019-01-24T05:39:00Z</dcterms:modified>
</cp:coreProperties>
</file>