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E26" w:rsidRPr="001E242D" w:rsidRDefault="00A10E26" w:rsidP="002078B5">
      <w:pPr>
        <w:jc w:val="center"/>
        <w:rPr>
          <w:sz w:val="28"/>
          <w:szCs w:val="28"/>
        </w:rPr>
      </w:pPr>
      <w:r w:rsidRPr="001E242D">
        <w:rPr>
          <w:sz w:val="28"/>
          <w:szCs w:val="28"/>
        </w:rPr>
        <w:t>РЕШЕНИЕ</w:t>
      </w:r>
    </w:p>
    <w:p w:rsidR="00A10E26" w:rsidRDefault="00A10E26" w:rsidP="002078B5">
      <w:pPr>
        <w:jc w:val="center"/>
        <w:rPr>
          <w:sz w:val="28"/>
          <w:szCs w:val="28"/>
        </w:rPr>
      </w:pPr>
      <w:r>
        <w:rPr>
          <w:sz w:val="28"/>
          <w:szCs w:val="28"/>
        </w:rPr>
        <w:t>у</w:t>
      </w:r>
      <w:r w:rsidRPr="00AB1A1B">
        <w:rPr>
          <w:sz w:val="28"/>
          <w:szCs w:val="28"/>
        </w:rPr>
        <w:t xml:space="preserve">ченого совета </w:t>
      </w:r>
      <w:r>
        <w:rPr>
          <w:sz w:val="28"/>
          <w:szCs w:val="28"/>
        </w:rPr>
        <w:t>федерального г</w:t>
      </w:r>
      <w:r w:rsidRPr="00AB1A1B">
        <w:rPr>
          <w:sz w:val="28"/>
          <w:szCs w:val="28"/>
        </w:rPr>
        <w:t xml:space="preserve">осударственного </w:t>
      </w:r>
      <w:r>
        <w:rPr>
          <w:sz w:val="28"/>
          <w:szCs w:val="28"/>
        </w:rPr>
        <w:t xml:space="preserve">бюджетного                    </w:t>
      </w:r>
      <w:r w:rsidRPr="00AB1A1B">
        <w:rPr>
          <w:sz w:val="28"/>
          <w:szCs w:val="28"/>
        </w:rPr>
        <w:t>образ</w:t>
      </w:r>
      <w:r>
        <w:rPr>
          <w:sz w:val="28"/>
          <w:szCs w:val="28"/>
        </w:rPr>
        <w:t>овательного учреждения высшего</w:t>
      </w:r>
      <w:r w:rsidRPr="00AB1A1B">
        <w:rPr>
          <w:sz w:val="28"/>
          <w:szCs w:val="28"/>
        </w:rPr>
        <w:t xml:space="preserve"> образования </w:t>
      </w:r>
    </w:p>
    <w:p w:rsidR="00A10E26" w:rsidRPr="00FF4973" w:rsidRDefault="00A10E26" w:rsidP="002078B5">
      <w:pPr>
        <w:jc w:val="center"/>
        <w:rPr>
          <w:sz w:val="28"/>
          <w:szCs w:val="28"/>
        </w:rPr>
      </w:pPr>
      <w:r w:rsidRPr="00AB1A1B">
        <w:rPr>
          <w:sz w:val="28"/>
          <w:szCs w:val="28"/>
        </w:rPr>
        <w:t>«Самарский государственный экономический университет»</w:t>
      </w:r>
    </w:p>
    <w:p w:rsidR="00A10E26" w:rsidRDefault="00A10E26" w:rsidP="00FF4973">
      <w:pPr>
        <w:spacing w:before="2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«Об утверждении изменений в</w:t>
      </w:r>
      <w:r w:rsidRPr="00837227">
        <w:rPr>
          <w:b/>
          <w:sz w:val="28"/>
          <w:szCs w:val="28"/>
        </w:rPr>
        <w:t xml:space="preserve"> Правила приема на обучение</w:t>
      </w:r>
      <w:r>
        <w:rPr>
          <w:b/>
          <w:sz w:val="28"/>
          <w:szCs w:val="28"/>
        </w:rPr>
        <w:t xml:space="preserve"> в федеральное государственное бюджетное образовательное учреждение высшего образования «Самарский государственный экономический университет»</w:t>
      </w:r>
      <w:r w:rsidRPr="00837227">
        <w:rPr>
          <w:b/>
          <w:sz w:val="28"/>
          <w:szCs w:val="28"/>
        </w:rPr>
        <w:t xml:space="preserve"> по образовательным программам высшего образования – программам </w:t>
      </w:r>
      <w:r>
        <w:rPr>
          <w:b/>
          <w:sz w:val="28"/>
          <w:szCs w:val="28"/>
        </w:rPr>
        <w:t xml:space="preserve">подготовки научно-педагогических кадров в аспирантуре </w:t>
      </w:r>
      <w:r>
        <w:rPr>
          <w:b/>
          <w:sz w:val="28"/>
          <w:szCs w:val="28"/>
        </w:rPr>
        <w:br/>
      </w:r>
      <w:r w:rsidRPr="00837227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9/2020 учебный</w:t>
      </w:r>
      <w:r w:rsidRPr="0083722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»</w:t>
      </w:r>
    </w:p>
    <w:p w:rsidR="00A10E26" w:rsidRPr="001E242D" w:rsidRDefault="00A10E26" w:rsidP="002078B5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Pr="002078B5">
        <w:rPr>
          <w:sz w:val="28"/>
          <w:szCs w:val="28"/>
        </w:rPr>
        <w:t>2</w:t>
      </w:r>
      <w:r>
        <w:rPr>
          <w:sz w:val="28"/>
          <w:szCs w:val="28"/>
        </w:rPr>
        <w:t>4</w:t>
      </w:r>
      <w:r w:rsidRPr="00A243D6">
        <w:rPr>
          <w:sz w:val="28"/>
          <w:szCs w:val="28"/>
        </w:rPr>
        <w:t xml:space="preserve"> </w:t>
      </w:r>
      <w:r>
        <w:rPr>
          <w:sz w:val="28"/>
          <w:szCs w:val="28"/>
        </w:rPr>
        <w:t>января</w:t>
      </w:r>
      <w:r w:rsidRPr="00BB463D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3727E4">
        <w:rPr>
          <w:sz w:val="28"/>
          <w:szCs w:val="28"/>
        </w:rPr>
        <w:t xml:space="preserve"> </w:t>
      </w:r>
      <w:r>
        <w:rPr>
          <w:sz w:val="28"/>
          <w:szCs w:val="28"/>
        </w:rPr>
        <w:t>года,  протокол № 7</w:t>
      </w:r>
      <w:r w:rsidRPr="00BB463D">
        <w:rPr>
          <w:sz w:val="28"/>
          <w:szCs w:val="28"/>
        </w:rPr>
        <w:t>.</w:t>
      </w:r>
    </w:p>
    <w:p w:rsidR="00A10E26" w:rsidRPr="00461F16" w:rsidRDefault="00A10E26" w:rsidP="00E604B3">
      <w:pPr>
        <w:ind w:firstLine="540"/>
        <w:jc w:val="both"/>
        <w:rPr>
          <w:sz w:val="28"/>
          <w:szCs w:val="28"/>
        </w:rPr>
      </w:pPr>
      <w:r w:rsidRPr="001E242D">
        <w:rPr>
          <w:sz w:val="28"/>
          <w:szCs w:val="28"/>
        </w:rPr>
        <w:t xml:space="preserve">Заслушав и обсудив выступление </w:t>
      </w:r>
      <w:r>
        <w:rPr>
          <w:sz w:val="28"/>
          <w:szCs w:val="28"/>
        </w:rPr>
        <w:t>проректора по научной работе и международным связям Ашмариной С.И</w:t>
      </w:r>
      <w:r w:rsidRPr="00647FA0">
        <w:rPr>
          <w:sz w:val="28"/>
          <w:szCs w:val="28"/>
        </w:rPr>
        <w:t xml:space="preserve">. </w:t>
      </w:r>
      <w:r w:rsidRPr="001E242D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внесении изменений в </w:t>
      </w:r>
      <w:r w:rsidRPr="00BA76D5">
        <w:rPr>
          <w:sz w:val="28"/>
          <w:szCs w:val="28"/>
        </w:rPr>
        <w:t>Правила приема на обучение в федеральное государственное бюджетное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– программам подготовки научно-педагогических кадров в аспирантуре на 201</w:t>
      </w:r>
      <w:r>
        <w:rPr>
          <w:sz w:val="28"/>
          <w:szCs w:val="28"/>
        </w:rPr>
        <w:t>9</w:t>
      </w:r>
      <w:r w:rsidRPr="00BA76D5">
        <w:rPr>
          <w:sz w:val="28"/>
          <w:szCs w:val="28"/>
        </w:rPr>
        <w:t>/20</w:t>
      </w:r>
      <w:r>
        <w:rPr>
          <w:sz w:val="28"/>
          <w:szCs w:val="28"/>
        </w:rPr>
        <w:t>20</w:t>
      </w:r>
      <w:r w:rsidRPr="00BA76D5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>,</w:t>
      </w:r>
      <w:r w:rsidRPr="00BA76D5">
        <w:rPr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приказом Минобрнауки России от 17.12.2018г. № 82н</w:t>
      </w:r>
      <w:r w:rsidRPr="00E604B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 внесении изменений в Порядок приема на обучение по образовательным программам высшего образования – программам подготовки научно-педагогических кадров в аспирантуре, утвержденный приказом Министерства образования и науки Российской Федерации от 12 января </w:t>
      </w:r>
      <w:smartTag w:uri="urn:schemas-microsoft-com:office:smarttags" w:element="metricconverter">
        <w:smartTagPr>
          <w:attr w:name="ProductID" w:val="2017 г"/>
        </w:smartTagPr>
        <w:r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>.  № 13»,</w:t>
      </w:r>
    </w:p>
    <w:p w:rsidR="00A10E26" w:rsidRPr="002078B5" w:rsidRDefault="00A10E26" w:rsidP="002078B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УЧЕНЫЙ</w:t>
      </w:r>
      <w:r w:rsidRPr="00566CD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СОВЕТ</w:t>
      </w:r>
      <w:r w:rsidRPr="00566CD2">
        <w:rPr>
          <w:b/>
          <w:sz w:val="28"/>
          <w:szCs w:val="28"/>
        </w:rPr>
        <w:t xml:space="preserve"> ПОСТАНОВЛЯЕТ:</w:t>
      </w:r>
    </w:p>
    <w:p w:rsidR="00A10E26" w:rsidRPr="006B7264" w:rsidRDefault="00A10E26" w:rsidP="006B7264">
      <w:pPr>
        <w:tabs>
          <w:tab w:val="left" w:pos="900"/>
        </w:tabs>
        <w:ind w:firstLine="540"/>
        <w:jc w:val="both"/>
        <w:rPr>
          <w:sz w:val="28"/>
          <w:szCs w:val="28"/>
        </w:rPr>
      </w:pPr>
      <w:r w:rsidRPr="001E242D">
        <w:rPr>
          <w:sz w:val="28"/>
          <w:szCs w:val="28"/>
        </w:rPr>
        <w:t>1.</w:t>
      </w:r>
      <w:r>
        <w:rPr>
          <w:sz w:val="28"/>
          <w:szCs w:val="28"/>
        </w:rPr>
        <w:t xml:space="preserve"> Утвердить внесенные изменения в </w:t>
      </w:r>
      <w:r w:rsidRPr="00BA76D5">
        <w:rPr>
          <w:sz w:val="28"/>
          <w:szCs w:val="28"/>
        </w:rPr>
        <w:t>Правила приема на обучение в федеральное государственное бюджетное образовательное учреждение высшего образования «Самарский государственный экономический университет» по образовательным программам высшего образования – программам подготовки научно-педагогических кадров в аспирантуре на 201</w:t>
      </w:r>
      <w:r>
        <w:rPr>
          <w:sz w:val="28"/>
          <w:szCs w:val="28"/>
        </w:rPr>
        <w:t>9</w:t>
      </w:r>
      <w:r w:rsidRPr="00BA76D5">
        <w:rPr>
          <w:sz w:val="28"/>
          <w:szCs w:val="28"/>
        </w:rPr>
        <w:t>/20</w:t>
      </w:r>
      <w:r>
        <w:rPr>
          <w:sz w:val="28"/>
          <w:szCs w:val="28"/>
        </w:rPr>
        <w:t>20</w:t>
      </w:r>
      <w:r w:rsidRPr="00BA76D5">
        <w:rPr>
          <w:sz w:val="28"/>
          <w:szCs w:val="28"/>
        </w:rPr>
        <w:t xml:space="preserve"> учебный год</w:t>
      </w:r>
      <w:r>
        <w:rPr>
          <w:sz w:val="28"/>
          <w:szCs w:val="28"/>
        </w:rPr>
        <w:t xml:space="preserve">, в соответствии с приказом Министерства науки и высшего образования Российской Федерации </w:t>
      </w:r>
      <w:r w:rsidRPr="00EF2890">
        <w:rPr>
          <w:sz w:val="28"/>
          <w:szCs w:val="28"/>
        </w:rPr>
        <w:t xml:space="preserve">от </w:t>
      </w:r>
      <w:r>
        <w:rPr>
          <w:sz w:val="28"/>
          <w:szCs w:val="28"/>
        </w:rPr>
        <w:t>17</w:t>
      </w:r>
      <w:r w:rsidRPr="00EF2890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Pr="00EF2890">
        <w:rPr>
          <w:sz w:val="28"/>
          <w:szCs w:val="28"/>
        </w:rPr>
        <w:t>.2018</w:t>
      </w:r>
      <w:r>
        <w:rPr>
          <w:sz w:val="28"/>
          <w:szCs w:val="28"/>
        </w:rPr>
        <w:t xml:space="preserve"> г.</w:t>
      </w:r>
      <w:r w:rsidRPr="00EF2890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82н</w:t>
      </w:r>
      <w:r w:rsidRPr="00C53A6A">
        <w:rPr>
          <w:sz w:val="28"/>
          <w:szCs w:val="28"/>
        </w:rPr>
        <w:t xml:space="preserve"> «О внесении изменений в Порядок приема на обучение по образовательным программам высшего образования – программам подготовки научно-педагогических кадров в аспирантуре, утвержденный приказом Министерства образования и науки Российской Федерации от 12 января </w:t>
      </w:r>
      <w:smartTag w:uri="urn:schemas-microsoft-com:office:smarttags" w:element="metricconverter">
        <w:smartTagPr>
          <w:attr w:name="ProductID" w:val="2017 г"/>
        </w:smartTagPr>
        <w:r w:rsidRPr="00C53A6A">
          <w:rPr>
            <w:sz w:val="28"/>
            <w:szCs w:val="28"/>
          </w:rPr>
          <w:t>2017 г</w:t>
        </w:r>
      </w:smartTag>
      <w:r>
        <w:rPr>
          <w:sz w:val="28"/>
          <w:szCs w:val="28"/>
        </w:rPr>
        <w:t xml:space="preserve">. </w:t>
      </w:r>
      <w:r w:rsidRPr="00C53A6A">
        <w:rPr>
          <w:sz w:val="28"/>
          <w:szCs w:val="28"/>
        </w:rPr>
        <w:t xml:space="preserve">№ 13» </w:t>
      </w:r>
      <w:r w:rsidRPr="00FF4973">
        <w:rPr>
          <w:sz w:val="28"/>
          <w:szCs w:val="28"/>
        </w:rPr>
        <w:t xml:space="preserve"> </w:t>
      </w:r>
      <w:r w:rsidRPr="006B7264">
        <w:rPr>
          <w:sz w:val="28"/>
          <w:szCs w:val="28"/>
        </w:rPr>
        <w:t>(</w:t>
      </w:r>
      <w:r>
        <w:rPr>
          <w:sz w:val="28"/>
          <w:szCs w:val="28"/>
        </w:rPr>
        <w:t>Приложение 1).</w:t>
      </w:r>
    </w:p>
    <w:p w:rsidR="00A10E26" w:rsidRPr="002078B5" w:rsidRDefault="00A10E26" w:rsidP="002078B5">
      <w:pPr>
        <w:tabs>
          <w:tab w:val="left" w:pos="900"/>
        </w:tabs>
        <w:jc w:val="both"/>
        <w:rPr>
          <w:sz w:val="28"/>
          <w:szCs w:val="28"/>
        </w:rPr>
      </w:pPr>
    </w:p>
    <w:p w:rsidR="00A10E26" w:rsidRPr="00431C52" w:rsidRDefault="00A10E26" w:rsidP="001E242D">
      <w:pPr>
        <w:tabs>
          <w:tab w:val="left" w:pos="900"/>
        </w:tabs>
        <w:ind w:left="720" w:firstLine="900"/>
        <w:jc w:val="both"/>
        <w:rPr>
          <w:sz w:val="28"/>
          <w:szCs w:val="28"/>
        </w:rPr>
      </w:pPr>
    </w:p>
    <w:p w:rsidR="00A10E26" w:rsidRPr="00431C52" w:rsidRDefault="00A10E26" w:rsidP="001E242D">
      <w:pPr>
        <w:tabs>
          <w:tab w:val="left" w:pos="900"/>
        </w:tabs>
        <w:ind w:left="720" w:firstLine="900"/>
        <w:jc w:val="both"/>
        <w:rPr>
          <w:sz w:val="28"/>
          <w:szCs w:val="28"/>
        </w:rPr>
      </w:pPr>
    </w:p>
    <w:p w:rsidR="00A10E26" w:rsidRDefault="00A10E26" w:rsidP="002078B5">
      <w:pPr>
        <w:spacing w:line="360" w:lineRule="auto"/>
        <w:rPr>
          <w:sz w:val="28"/>
          <w:szCs w:val="28"/>
        </w:rPr>
      </w:pPr>
      <w:r w:rsidRPr="00AB1A1B">
        <w:rPr>
          <w:sz w:val="28"/>
          <w:szCs w:val="28"/>
        </w:rPr>
        <w:t>Председатель ученого совет</w:t>
      </w:r>
      <w:r>
        <w:rPr>
          <w:sz w:val="28"/>
          <w:szCs w:val="28"/>
        </w:rPr>
        <w:t xml:space="preserve">а                             </w:t>
      </w:r>
      <w:r w:rsidRPr="00AB1A1B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</w:t>
      </w:r>
      <w:r w:rsidRPr="00AB1A1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 w:rsidRPr="00AB1A1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Pr="00AB1A1B">
        <w:rPr>
          <w:sz w:val="28"/>
          <w:szCs w:val="28"/>
        </w:rPr>
        <w:t xml:space="preserve"> </w:t>
      </w:r>
      <w:r w:rsidRPr="00431C52">
        <w:rPr>
          <w:sz w:val="28"/>
          <w:szCs w:val="28"/>
        </w:rPr>
        <w:t xml:space="preserve"> </w:t>
      </w:r>
      <w:r>
        <w:rPr>
          <w:sz w:val="28"/>
          <w:szCs w:val="28"/>
        </w:rPr>
        <w:t>Г.Р. Хасаев</w:t>
      </w:r>
    </w:p>
    <w:p w:rsidR="00A10E26" w:rsidRPr="00FF4973" w:rsidRDefault="00A10E26" w:rsidP="002078B5">
      <w:pPr>
        <w:spacing w:line="360" w:lineRule="auto"/>
        <w:rPr>
          <w:sz w:val="28"/>
          <w:szCs w:val="28"/>
        </w:rPr>
      </w:pPr>
    </w:p>
    <w:p w:rsidR="00A10E26" w:rsidRPr="002078B5" w:rsidRDefault="00A10E26" w:rsidP="002078B5">
      <w:pPr>
        <w:spacing w:line="360" w:lineRule="auto"/>
        <w:rPr>
          <w:sz w:val="28"/>
          <w:szCs w:val="28"/>
        </w:rPr>
      </w:pPr>
      <w:r w:rsidRPr="00AB1A1B">
        <w:rPr>
          <w:sz w:val="28"/>
          <w:szCs w:val="28"/>
        </w:rPr>
        <w:t xml:space="preserve">Ученый секретарь ученого совета                                </w:t>
      </w:r>
      <w:r>
        <w:rPr>
          <w:sz w:val="28"/>
          <w:szCs w:val="28"/>
        </w:rPr>
        <w:t xml:space="preserve"> </w:t>
      </w:r>
      <w:r w:rsidRPr="00AB1A1B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</w:t>
      </w:r>
      <w:r w:rsidRPr="00AB1A1B">
        <w:rPr>
          <w:sz w:val="28"/>
          <w:szCs w:val="28"/>
        </w:rPr>
        <w:t xml:space="preserve">    Р.И.</w:t>
      </w:r>
      <w:r>
        <w:rPr>
          <w:sz w:val="28"/>
          <w:szCs w:val="28"/>
        </w:rPr>
        <w:t xml:space="preserve"> </w:t>
      </w:r>
      <w:r w:rsidRPr="00AB1A1B">
        <w:rPr>
          <w:sz w:val="28"/>
          <w:szCs w:val="28"/>
        </w:rPr>
        <w:t>Семикова</w:t>
      </w:r>
    </w:p>
    <w:sectPr w:rsidR="00A10E26" w:rsidRPr="002078B5" w:rsidSect="00E604B3">
      <w:pgSz w:w="11906" w:h="16838"/>
      <w:pgMar w:top="1079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C15243"/>
    <w:multiLevelType w:val="hybridMultilevel"/>
    <w:tmpl w:val="1876C866"/>
    <w:lvl w:ilvl="0" w:tplc="01C09978">
      <w:start w:val="1"/>
      <w:numFmt w:val="decimal"/>
      <w:lvlText w:val="%1."/>
      <w:lvlJc w:val="left"/>
      <w:pPr>
        <w:tabs>
          <w:tab w:val="num" w:pos="2475"/>
        </w:tabs>
        <w:ind w:left="2475" w:hanging="139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42D"/>
    <w:rsid w:val="0000137C"/>
    <w:rsid w:val="00003210"/>
    <w:rsid w:val="00004654"/>
    <w:rsid w:val="00005D3E"/>
    <w:rsid w:val="0001038D"/>
    <w:rsid w:val="00014587"/>
    <w:rsid w:val="0001765A"/>
    <w:rsid w:val="000179FA"/>
    <w:rsid w:val="000249C9"/>
    <w:rsid w:val="000271E8"/>
    <w:rsid w:val="000307DA"/>
    <w:rsid w:val="00030D03"/>
    <w:rsid w:val="00032011"/>
    <w:rsid w:val="00033AFB"/>
    <w:rsid w:val="00042940"/>
    <w:rsid w:val="00042E12"/>
    <w:rsid w:val="00051B02"/>
    <w:rsid w:val="000574A0"/>
    <w:rsid w:val="0006027C"/>
    <w:rsid w:val="0007201D"/>
    <w:rsid w:val="0007782F"/>
    <w:rsid w:val="00080EAB"/>
    <w:rsid w:val="00081FAB"/>
    <w:rsid w:val="00083DE7"/>
    <w:rsid w:val="00094FE7"/>
    <w:rsid w:val="000965DE"/>
    <w:rsid w:val="000A1EB6"/>
    <w:rsid w:val="000A6121"/>
    <w:rsid w:val="000B7E3E"/>
    <w:rsid w:val="000C4FC6"/>
    <w:rsid w:val="000C7A19"/>
    <w:rsid w:val="000D11E7"/>
    <w:rsid w:val="000D2A4C"/>
    <w:rsid w:val="000E2116"/>
    <w:rsid w:val="000F6828"/>
    <w:rsid w:val="000F6AF8"/>
    <w:rsid w:val="00100C75"/>
    <w:rsid w:val="0010536F"/>
    <w:rsid w:val="001119A3"/>
    <w:rsid w:val="00115FF7"/>
    <w:rsid w:val="00120CBB"/>
    <w:rsid w:val="00120DD0"/>
    <w:rsid w:val="00121D9F"/>
    <w:rsid w:val="001222C4"/>
    <w:rsid w:val="0012374E"/>
    <w:rsid w:val="00127C04"/>
    <w:rsid w:val="001311F6"/>
    <w:rsid w:val="001355A8"/>
    <w:rsid w:val="0014148F"/>
    <w:rsid w:val="00144BFE"/>
    <w:rsid w:val="00146985"/>
    <w:rsid w:val="00147654"/>
    <w:rsid w:val="00152C9F"/>
    <w:rsid w:val="00152FB7"/>
    <w:rsid w:val="00163918"/>
    <w:rsid w:val="00170E32"/>
    <w:rsid w:val="00171BB4"/>
    <w:rsid w:val="00171C28"/>
    <w:rsid w:val="0018046A"/>
    <w:rsid w:val="00180E2A"/>
    <w:rsid w:val="00186E84"/>
    <w:rsid w:val="001A0C2A"/>
    <w:rsid w:val="001B263D"/>
    <w:rsid w:val="001B27F4"/>
    <w:rsid w:val="001B629B"/>
    <w:rsid w:val="001C1E74"/>
    <w:rsid w:val="001C6617"/>
    <w:rsid w:val="001D370D"/>
    <w:rsid w:val="001D772B"/>
    <w:rsid w:val="001E242D"/>
    <w:rsid w:val="00201904"/>
    <w:rsid w:val="002078B5"/>
    <w:rsid w:val="00212258"/>
    <w:rsid w:val="0022075B"/>
    <w:rsid w:val="00222974"/>
    <w:rsid w:val="00223987"/>
    <w:rsid w:val="002243D7"/>
    <w:rsid w:val="002244B1"/>
    <w:rsid w:val="002435B0"/>
    <w:rsid w:val="0024601A"/>
    <w:rsid w:val="002536D1"/>
    <w:rsid w:val="00262DB5"/>
    <w:rsid w:val="00263E82"/>
    <w:rsid w:val="002668F8"/>
    <w:rsid w:val="00266BE6"/>
    <w:rsid w:val="00267C6A"/>
    <w:rsid w:val="002804BB"/>
    <w:rsid w:val="00281B72"/>
    <w:rsid w:val="0028220A"/>
    <w:rsid w:val="0029759B"/>
    <w:rsid w:val="002A32AF"/>
    <w:rsid w:val="002A37E9"/>
    <w:rsid w:val="002A772A"/>
    <w:rsid w:val="002B0802"/>
    <w:rsid w:val="002B36B6"/>
    <w:rsid w:val="002C1446"/>
    <w:rsid w:val="002C54B5"/>
    <w:rsid w:val="002C78BD"/>
    <w:rsid w:val="002D5A3D"/>
    <w:rsid w:val="002E4FBA"/>
    <w:rsid w:val="002E7109"/>
    <w:rsid w:val="0030080B"/>
    <w:rsid w:val="00302B63"/>
    <w:rsid w:val="003030DB"/>
    <w:rsid w:val="003070E4"/>
    <w:rsid w:val="003133C6"/>
    <w:rsid w:val="00320C5E"/>
    <w:rsid w:val="00322C16"/>
    <w:rsid w:val="00336596"/>
    <w:rsid w:val="003424A1"/>
    <w:rsid w:val="0035020B"/>
    <w:rsid w:val="00351F7E"/>
    <w:rsid w:val="0035339F"/>
    <w:rsid w:val="00362D97"/>
    <w:rsid w:val="003727E4"/>
    <w:rsid w:val="00374FC3"/>
    <w:rsid w:val="0037679E"/>
    <w:rsid w:val="0038099C"/>
    <w:rsid w:val="00382BE6"/>
    <w:rsid w:val="00385306"/>
    <w:rsid w:val="00394BEE"/>
    <w:rsid w:val="003978CA"/>
    <w:rsid w:val="003A1A6A"/>
    <w:rsid w:val="003A2DB0"/>
    <w:rsid w:val="003A5951"/>
    <w:rsid w:val="003B386C"/>
    <w:rsid w:val="003B5BE8"/>
    <w:rsid w:val="003B6E9E"/>
    <w:rsid w:val="003B79D3"/>
    <w:rsid w:val="003E10FD"/>
    <w:rsid w:val="003E2FF0"/>
    <w:rsid w:val="003F5746"/>
    <w:rsid w:val="0040228A"/>
    <w:rsid w:val="0040304E"/>
    <w:rsid w:val="00407E0E"/>
    <w:rsid w:val="00416BCB"/>
    <w:rsid w:val="0042020F"/>
    <w:rsid w:val="00424994"/>
    <w:rsid w:val="00427770"/>
    <w:rsid w:val="00430C12"/>
    <w:rsid w:val="00431C52"/>
    <w:rsid w:val="004336D7"/>
    <w:rsid w:val="00435970"/>
    <w:rsid w:val="0043704B"/>
    <w:rsid w:val="00444D0C"/>
    <w:rsid w:val="00445BC4"/>
    <w:rsid w:val="0044775F"/>
    <w:rsid w:val="00457E20"/>
    <w:rsid w:val="00460746"/>
    <w:rsid w:val="00461F16"/>
    <w:rsid w:val="004620FF"/>
    <w:rsid w:val="00467296"/>
    <w:rsid w:val="00472553"/>
    <w:rsid w:val="00482F21"/>
    <w:rsid w:val="0048687D"/>
    <w:rsid w:val="004916F1"/>
    <w:rsid w:val="004920FA"/>
    <w:rsid w:val="0049549A"/>
    <w:rsid w:val="004960EB"/>
    <w:rsid w:val="004968B3"/>
    <w:rsid w:val="00497300"/>
    <w:rsid w:val="004A2A21"/>
    <w:rsid w:val="004A51DD"/>
    <w:rsid w:val="004B17AA"/>
    <w:rsid w:val="004B19C0"/>
    <w:rsid w:val="004B50D6"/>
    <w:rsid w:val="004C018C"/>
    <w:rsid w:val="004C0C46"/>
    <w:rsid w:val="004C5E1A"/>
    <w:rsid w:val="004D28D6"/>
    <w:rsid w:val="004E4425"/>
    <w:rsid w:val="004E608B"/>
    <w:rsid w:val="004F46AA"/>
    <w:rsid w:val="005023B3"/>
    <w:rsid w:val="00506D40"/>
    <w:rsid w:val="00510A64"/>
    <w:rsid w:val="00512A8E"/>
    <w:rsid w:val="00517BBB"/>
    <w:rsid w:val="0052499D"/>
    <w:rsid w:val="005271C3"/>
    <w:rsid w:val="00545C73"/>
    <w:rsid w:val="00550BBF"/>
    <w:rsid w:val="00551569"/>
    <w:rsid w:val="00552C8A"/>
    <w:rsid w:val="005608C8"/>
    <w:rsid w:val="005651EB"/>
    <w:rsid w:val="00566C2A"/>
    <w:rsid w:val="00566CD2"/>
    <w:rsid w:val="00573346"/>
    <w:rsid w:val="00575BF6"/>
    <w:rsid w:val="00580DC9"/>
    <w:rsid w:val="005A2C55"/>
    <w:rsid w:val="005B1A63"/>
    <w:rsid w:val="005B34AC"/>
    <w:rsid w:val="005C2112"/>
    <w:rsid w:val="005C3C92"/>
    <w:rsid w:val="005D02AC"/>
    <w:rsid w:val="005D05B1"/>
    <w:rsid w:val="005D73AD"/>
    <w:rsid w:val="005E1F8E"/>
    <w:rsid w:val="005E25A2"/>
    <w:rsid w:val="005F2E50"/>
    <w:rsid w:val="005F7339"/>
    <w:rsid w:val="00600199"/>
    <w:rsid w:val="00601B6E"/>
    <w:rsid w:val="00605EED"/>
    <w:rsid w:val="00607A7E"/>
    <w:rsid w:val="00612201"/>
    <w:rsid w:val="0061600B"/>
    <w:rsid w:val="00616A92"/>
    <w:rsid w:val="0062403F"/>
    <w:rsid w:val="006243D6"/>
    <w:rsid w:val="00624614"/>
    <w:rsid w:val="00626626"/>
    <w:rsid w:val="0062773F"/>
    <w:rsid w:val="00632E4F"/>
    <w:rsid w:val="00642741"/>
    <w:rsid w:val="00647FA0"/>
    <w:rsid w:val="00650B7B"/>
    <w:rsid w:val="00651F9A"/>
    <w:rsid w:val="006574CB"/>
    <w:rsid w:val="00660F1B"/>
    <w:rsid w:val="006627A8"/>
    <w:rsid w:val="00663F3D"/>
    <w:rsid w:val="006642CB"/>
    <w:rsid w:val="00664A6C"/>
    <w:rsid w:val="00664AD4"/>
    <w:rsid w:val="00666685"/>
    <w:rsid w:val="00672F4A"/>
    <w:rsid w:val="0067640B"/>
    <w:rsid w:val="00677CEF"/>
    <w:rsid w:val="00683D6E"/>
    <w:rsid w:val="00686D11"/>
    <w:rsid w:val="006910B0"/>
    <w:rsid w:val="00692FBA"/>
    <w:rsid w:val="006A38AA"/>
    <w:rsid w:val="006A7D73"/>
    <w:rsid w:val="006B63BD"/>
    <w:rsid w:val="006B7264"/>
    <w:rsid w:val="006C1005"/>
    <w:rsid w:val="006C14CE"/>
    <w:rsid w:val="006C53F9"/>
    <w:rsid w:val="006C5619"/>
    <w:rsid w:val="006C5636"/>
    <w:rsid w:val="006C7639"/>
    <w:rsid w:val="006D0472"/>
    <w:rsid w:val="006D1189"/>
    <w:rsid w:val="006D6F4F"/>
    <w:rsid w:val="006E035F"/>
    <w:rsid w:val="006E20DE"/>
    <w:rsid w:val="006E6EFC"/>
    <w:rsid w:val="006F082F"/>
    <w:rsid w:val="006F6F80"/>
    <w:rsid w:val="007049FF"/>
    <w:rsid w:val="007132FB"/>
    <w:rsid w:val="00717EC8"/>
    <w:rsid w:val="00725AE8"/>
    <w:rsid w:val="00730682"/>
    <w:rsid w:val="007338E8"/>
    <w:rsid w:val="007340B1"/>
    <w:rsid w:val="00740B3C"/>
    <w:rsid w:val="007415F1"/>
    <w:rsid w:val="00754D87"/>
    <w:rsid w:val="00760004"/>
    <w:rsid w:val="007657FB"/>
    <w:rsid w:val="00781B5F"/>
    <w:rsid w:val="007903A4"/>
    <w:rsid w:val="0079790C"/>
    <w:rsid w:val="007A36D2"/>
    <w:rsid w:val="007A7A84"/>
    <w:rsid w:val="007B2C53"/>
    <w:rsid w:val="007D3032"/>
    <w:rsid w:val="007D5C39"/>
    <w:rsid w:val="007D5D77"/>
    <w:rsid w:val="007D7870"/>
    <w:rsid w:val="007D7C4A"/>
    <w:rsid w:val="007E090C"/>
    <w:rsid w:val="007E1474"/>
    <w:rsid w:val="007E3D1C"/>
    <w:rsid w:val="007E53E5"/>
    <w:rsid w:val="007E7362"/>
    <w:rsid w:val="007F0196"/>
    <w:rsid w:val="007F2B7D"/>
    <w:rsid w:val="007F35C2"/>
    <w:rsid w:val="007F5D6B"/>
    <w:rsid w:val="0080162B"/>
    <w:rsid w:val="00805CE5"/>
    <w:rsid w:val="00811B60"/>
    <w:rsid w:val="00815DB1"/>
    <w:rsid w:val="00816F12"/>
    <w:rsid w:val="00817A1C"/>
    <w:rsid w:val="0082175D"/>
    <w:rsid w:val="00823D22"/>
    <w:rsid w:val="0083189A"/>
    <w:rsid w:val="00833EA2"/>
    <w:rsid w:val="00837227"/>
    <w:rsid w:val="00837289"/>
    <w:rsid w:val="00847202"/>
    <w:rsid w:val="00847269"/>
    <w:rsid w:val="008569E3"/>
    <w:rsid w:val="00863C9F"/>
    <w:rsid w:val="0087189C"/>
    <w:rsid w:val="0087534E"/>
    <w:rsid w:val="00876854"/>
    <w:rsid w:val="00885564"/>
    <w:rsid w:val="008859A5"/>
    <w:rsid w:val="00893AA2"/>
    <w:rsid w:val="00894A04"/>
    <w:rsid w:val="0089733E"/>
    <w:rsid w:val="008C0E1B"/>
    <w:rsid w:val="008C411D"/>
    <w:rsid w:val="008C4133"/>
    <w:rsid w:val="008D113F"/>
    <w:rsid w:val="008D3F91"/>
    <w:rsid w:val="008D67F6"/>
    <w:rsid w:val="008E0371"/>
    <w:rsid w:val="008E04E4"/>
    <w:rsid w:val="008E10DB"/>
    <w:rsid w:val="008E1F44"/>
    <w:rsid w:val="008E443B"/>
    <w:rsid w:val="008E71AD"/>
    <w:rsid w:val="008E72CE"/>
    <w:rsid w:val="008F0C2F"/>
    <w:rsid w:val="008F3A04"/>
    <w:rsid w:val="009069D5"/>
    <w:rsid w:val="00907B2A"/>
    <w:rsid w:val="009120F4"/>
    <w:rsid w:val="00912296"/>
    <w:rsid w:val="00912F0E"/>
    <w:rsid w:val="00923A40"/>
    <w:rsid w:val="009376B0"/>
    <w:rsid w:val="00937DB2"/>
    <w:rsid w:val="00944602"/>
    <w:rsid w:val="009469F1"/>
    <w:rsid w:val="00955AF6"/>
    <w:rsid w:val="00957199"/>
    <w:rsid w:val="009658E6"/>
    <w:rsid w:val="00970FE9"/>
    <w:rsid w:val="009800C2"/>
    <w:rsid w:val="00985146"/>
    <w:rsid w:val="00985512"/>
    <w:rsid w:val="00986929"/>
    <w:rsid w:val="00990A8F"/>
    <w:rsid w:val="00997CE1"/>
    <w:rsid w:val="009A2166"/>
    <w:rsid w:val="009B2190"/>
    <w:rsid w:val="009C0F96"/>
    <w:rsid w:val="009D0666"/>
    <w:rsid w:val="009D0B36"/>
    <w:rsid w:val="009E146D"/>
    <w:rsid w:val="009F2845"/>
    <w:rsid w:val="009F53F0"/>
    <w:rsid w:val="009F5DAB"/>
    <w:rsid w:val="00A04BD5"/>
    <w:rsid w:val="00A07AA7"/>
    <w:rsid w:val="00A10871"/>
    <w:rsid w:val="00A10E26"/>
    <w:rsid w:val="00A11E74"/>
    <w:rsid w:val="00A16845"/>
    <w:rsid w:val="00A208AF"/>
    <w:rsid w:val="00A20AB5"/>
    <w:rsid w:val="00A21A4D"/>
    <w:rsid w:val="00A243D6"/>
    <w:rsid w:val="00A26657"/>
    <w:rsid w:val="00A31402"/>
    <w:rsid w:val="00A31993"/>
    <w:rsid w:val="00A31BF4"/>
    <w:rsid w:val="00A3325E"/>
    <w:rsid w:val="00A35CC0"/>
    <w:rsid w:val="00A411AA"/>
    <w:rsid w:val="00A43AFC"/>
    <w:rsid w:val="00A4525C"/>
    <w:rsid w:val="00A577E3"/>
    <w:rsid w:val="00A64A87"/>
    <w:rsid w:val="00A67566"/>
    <w:rsid w:val="00A729C4"/>
    <w:rsid w:val="00A7555C"/>
    <w:rsid w:val="00A800EA"/>
    <w:rsid w:val="00A809AA"/>
    <w:rsid w:val="00A851B1"/>
    <w:rsid w:val="00A902DC"/>
    <w:rsid w:val="00AA221A"/>
    <w:rsid w:val="00AA2C69"/>
    <w:rsid w:val="00AA2D13"/>
    <w:rsid w:val="00AA439E"/>
    <w:rsid w:val="00AA49BA"/>
    <w:rsid w:val="00AA534F"/>
    <w:rsid w:val="00AB1A1B"/>
    <w:rsid w:val="00AC0F3A"/>
    <w:rsid w:val="00AD2440"/>
    <w:rsid w:val="00AD584E"/>
    <w:rsid w:val="00AD6479"/>
    <w:rsid w:val="00AD6724"/>
    <w:rsid w:val="00AD697E"/>
    <w:rsid w:val="00AE2E77"/>
    <w:rsid w:val="00AE4720"/>
    <w:rsid w:val="00AE70E5"/>
    <w:rsid w:val="00AF0C21"/>
    <w:rsid w:val="00AF2428"/>
    <w:rsid w:val="00B0766D"/>
    <w:rsid w:val="00B110AB"/>
    <w:rsid w:val="00B237B0"/>
    <w:rsid w:val="00B30ADD"/>
    <w:rsid w:val="00B50760"/>
    <w:rsid w:val="00B6156F"/>
    <w:rsid w:val="00B665BF"/>
    <w:rsid w:val="00B66BD3"/>
    <w:rsid w:val="00B7217C"/>
    <w:rsid w:val="00B75E82"/>
    <w:rsid w:val="00B80DEB"/>
    <w:rsid w:val="00B821A7"/>
    <w:rsid w:val="00B849AD"/>
    <w:rsid w:val="00B92B1F"/>
    <w:rsid w:val="00B9410C"/>
    <w:rsid w:val="00BA4120"/>
    <w:rsid w:val="00BA64EA"/>
    <w:rsid w:val="00BA76D5"/>
    <w:rsid w:val="00BB463D"/>
    <w:rsid w:val="00BB76D4"/>
    <w:rsid w:val="00BC7240"/>
    <w:rsid w:val="00BD3893"/>
    <w:rsid w:val="00BD65F2"/>
    <w:rsid w:val="00BE2E60"/>
    <w:rsid w:val="00C0172A"/>
    <w:rsid w:val="00C024BC"/>
    <w:rsid w:val="00C06151"/>
    <w:rsid w:val="00C07018"/>
    <w:rsid w:val="00C23FCA"/>
    <w:rsid w:val="00C26459"/>
    <w:rsid w:val="00C37D1F"/>
    <w:rsid w:val="00C446FC"/>
    <w:rsid w:val="00C4501B"/>
    <w:rsid w:val="00C450F2"/>
    <w:rsid w:val="00C45C4D"/>
    <w:rsid w:val="00C53A6A"/>
    <w:rsid w:val="00C55828"/>
    <w:rsid w:val="00C623E9"/>
    <w:rsid w:val="00C64B95"/>
    <w:rsid w:val="00C65C11"/>
    <w:rsid w:val="00C70FEF"/>
    <w:rsid w:val="00C82FC7"/>
    <w:rsid w:val="00C83D8A"/>
    <w:rsid w:val="00C91471"/>
    <w:rsid w:val="00C954B9"/>
    <w:rsid w:val="00CA0892"/>
    <w:rsid w:val="00CA0B6C"/>
    <w:rsid w:val="00CA1358"/>
    <w:rsid w:val="00CA1631"/>
    <w:rsid w:val="00CB0A52"/>
    <w:rsid w:val="00CB59CF"/>
    <w:rsid w:val="00CB5A92"/>
    <w:rsid w:val="00CB6BA6"/>
    <w:rsid w:val="00CC1768"/>
    <w:rsid w:val="00CC19B5"/>
    <w:rsid w:val="00CC386D"/>
    <w:rsid w:val="00CC6370"/>
    <w:rsid w:val="00CC772E"/>
    <w:rsid w:val="00CD39A0"/>
    <w:rsid w:val="00CD41DC"/>
    <w:rsid w:val="00CD6C4C"/>
    <w:rsid w:val="00CE57E9"/>
    <w:rsid w:val="00CF5C2A"/>
    <w:rsid w:val="00D037D1"/>
    <w:rsid w:val="00D11260"/>
    <w:rsid w:val="00D12219"/>
    <w:rsid w:val="00D163EA"/>
    <w:rsid w:val="00D200B1"/>
    <w:rsid w:val="00D2759D"/>
    <w:rsid w:val="00D35572"/>
    <w:rsid w:val="00D3630D"/>
    <w:rsid w:val="00D4056C"/>
    <w:rsid w:val="00D42EF4"/>
    <w:rsid w:val="00D468D9"/>
    <w:rsid w:val="00D46F6E"/>
    <w:rsid w:val="00D50E4B"/>
    <w:rsid w:val="00D53E4E"/>
    <w:rsid w:val="00D55646"/>
    <w:rsid w:val="00D56622"/>
    <w:rsid w:val="00D737E0"/>
    <w:rsid w:val="00D771D4"/>
    <w:rsid w:val="00D856BA"/>
    <w:rsid w:val="00D94B65"/>
    <w:rsid w:val="00D97F58"/>
    <w:rsid w:val="00DA2901"/>
    <w:rsid w:val="00DA540A"/>
    <w:rsid w:val="00DA68E9"/>
    <w:rsid w:val="00DB33B6"/>
    <w:rsid w:val="00DB7B07"/>
    <w:rsid w:val="00DB7F2B"/>
    <w:rsid w:val="00DC290A"/>
    <w:rsid w:val="00DC3C33"/>
    <w:rsid w:val="00DC3E27"/>
    <w:rsid w:val="00DC4079"/>
    <w:rsid w:val="00DC40E9"/>
    <w:rsid w:val="00DD099D"/>
    <w:rsid w:val="00DD3839"/>
    <w:rsid w:val="00DD5AE5"/>
    <w:rsid w:val="00DD75EC"/>
    <w:rsid w:val="00DE7BCE"/>
    <w:rsid w:val="00DF547B"/>
    <w:rsid w:val="00DF6DE1"/>
    <w:rsid w:val="00E02416"/>
    <w:rsid w:val="00E027F7"/>
    <w:rsid w:val="00E060B4"/>
    <w:rsid w:val="00E3723C"/>
    <w:rsid w:val="00E458FA"/>
    <w:rsid w:val="00E5193E"/>
    <w:rsid w:val="00E604B3"/>
    <w:rsid w:val="00E70EF6"/>
    <w:rsid w:val="00E7233B"/>
    <w:rsid w:val="00E82E9A"/>
    <w:rsid w:val="00E8419C"/>
    <w:rsid w:val="00E84778"/>
    <w:rsid w:val="00E854B4"/>
    <w:rsid w:val="00E867CB"/>
    <w:rsid w:val="00E86C8B"/>
    <w:rsid w:val="00E92A6E"/>
    <w:rsid w:val="00E94358"/>
    <w:rsid w:val="00E97F8A"/>
    <w:rsid w:val="00EA355B"/>
    <w:rsid w:val="00EC0120"/>
    <w:rsid w:val="00EC380E"/>
    <w:rsid w:val="00ED2B31"/>
    <w:rsid w:val="00ED3F5D"/>
    <w:rsid w:val="00EE36B9"/>
    <w:rsid w:val="00EF2890"/>
    <w:rsid w:val="00EF2FD4"/>
    <w:rsid w:val="00EF5FD8"/>
    <w:rsid w:val="00F00753"/>
    <w:rsid w:val="00F01A47"/>
    <w:rsid w:val="00F13898"/>
    <w:rsid w:val="00F2283A"/>
    <w:rsid w:val="00F3672C"/>
    <w:rsid w:val="00F37ADA"/>
    <w:rsid w:val="00F40D21"/>
    <w:rsid w:val="00F548EA"/>
    <w:rsid w:val="00F562CE"/>
    <w:rsid w:val="00F60BF9"/>
    <w:rsid w:val="00F630F4"/>
    <w:rsid w:val="00F650CA"/>
    <w:rsid w:val="00F663B5"/>
    <w:rsid w:val="00F7477E"/>
    <w:rsid w:val="00F754FE"/>
    <w:rsid w:val="00F85487"/>
    <w:rsid w:val="00F86E51"/>
    <w:rsid w:val="00F9559A"/>
    <w:rsid w:val="00FA36B6"/>
    <w:rsid w:val="00FA47DC"/>
    <w:rsid w:val="00FB279D"/>
    <w:rsid w:val="00FB5397"/>
    <w:rsid w:val="00FB66A8"/>
    <w:rsid w:val="00FB6F2F"/>
    <w:rsid w:val="00FC000B"/>
    <w:rsid w:val="00FC50F2"/>
    <w:rsid w:val="00FD38E4"/>
    <w:rsid w:val="00FD740E"/>
    <w:rsid w:val="00FE15CD"/>
    <w:rsid w:val="00FF222A"/>
    <w:rsid w:val="00FF4973"/>
    <w:rsid w:val="00FF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1569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E7233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7E3D1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7E3D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1</Pages>
  <Words>347</Words>
  <Characters>1980</Characters>
  <Application>Microsoft Office Outlook</Application>
  <DocSecurity>0</DocSecurity>
  <Lines>0</Lines>
  <Paragraphs>0</Paragraphs>
  <ScaleCrop>false</ScaleCrop>
  <Company>sseu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zelenova</dc:creator>
  <cp:keywords/>
  <dc:description/>
  <cp:lastModifiedBy>ValiulinaA.V</cp:lastModifiedBy>
  <cp:revision>9</cp:revision>
  <cp:lastPrinted>2019-01-25T09:18:00Z</cp:lastPrinted>
  <dcterms:created xsi:type="dcterms:W3CDTF">2018-02-13T11:07:00Z</dcterms:created>
  <dcterms:modified xsi:type="dcterms:W3CDTF">2019-01-25T09:19:00Z</dcterms:modified>
</cp:coreProperties>
</file>